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9496A" w14:textId="77777777" w:rsidR="00F3336B" w:rsidRDefault="00F3336B" w:rsidP="00DF68A9">
      <w:pPr>
        <w:rPr>
          <w:sz w:val="28"/>
          <w:szCs w:val="28"/>
        </w:rPr>
      </w:pPr>
    </w:p>
    <w:p w14:paraId="0A532FF9" w14:textId="43B5BF50" w:rsidR="00DF68A9" w:rsidRDefault="00DF68A9" w:rsidP="00DF68A9">
      <w:pPr>
        <w:rPr>
          <w:sz w:val="28"/>
          <w:szCs w:val="28"/>
        </w:rPr>
      </w:pPr>
      <w:r>
        <w:rPr>
          <w:sz w:val="28"/>
          <w:szCs w:val="28"/>
        </w:rPr>
        <w:t xml:space="preserve">Jméno: </w:t>
      </w:r>
    </w:p>
    <w:p w14:paraId="34642CD0" w14:textId="77777777" w:rsidR="00DF68A9" w:rsidRDefault="00DF68A9" w:rsidP="00DF68A9">
      <w:pPr>
        <w:rPr>
          <w:sz w:val="24"/>
          <w:szCs w:val="24"/>
        </w:rPr>
      </w:pPr>
    </w:p>
    <w:tbl>
      <w:tblPr>
        <w:tblStyle w:val="Mkatabulky"/>
        <w:tblW w:w="9317" w:type="dxa"/>
        <w:tblLook w:val="04A0" w:firstRow="1" w:lastRow="0" w:firstColumn="1" w:lastColumn="0" w:noHBand="0" w:noVBand="1"/>
      </w:tblPr>
      <w:tblGrid>
        <w:gridCol w:w="3105"/>
        <w:gridCol w:w="3978"/>
        <w:gridCol w:w="2234"/>
      </w:tblGrid>
      <w:tr w:rsidR="00DF68A9" w:rsidRPr="00F378E5" w14:paraId="781AEFA4" w14:textId="77777777" w:rsidTr="00DF68A9">
        <w:trPr>
          <w:trHeight w:val="396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FABD" w14:textId="77777777" w:rsidR="00DF68A9" w:rsidRPr="00F378E5" w:rsidRDefault="00DF68A9">
            <w:pPr>
              <w:rPr>
                <w:rFonts w:ascii="Segoe UI Semibold" w:hAnsi="Segoe UI Semibold" w:cs="Segoe UI Semibold"/>
                <w:b/>
                <w:bCs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b/>
                <w:bCs/>
                <w:sz w:val="20"/>
                <w:szCs w:val="20"/>
              </w:rPr>
              <w:t>Otázka/úkol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AC999" w14:textId="77777777" w:rsidR="00DF68A9" w:rsidRPr="00F378E5" w:rsidRDefault="00DF68A9">
            <w:pPr>
              <w:rPr>
                <w:rFonts w:ascii="Segoe UI Semibold" w:hAnsi="Segoe UI Semibold" w:cs="Segoe UI Semibold"/>
                <w:b/>
                <w:bCs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b/>
                <w:bCs/>
                <w:sz w:val="20"/>
                <w:szCs w:val="20"/>
              </w:rPr>
              <w:t>odpověď, vypracování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4E17A" w14:textId="77777777" w:rsidR="00DF68A9" w:rsidRPr="00F378E5" w:rsidRDefault="00DF68A9">
            <w:pPr>
              <w:rPr>
                <w:rFonts w:ascii="Segoe UI Semibold" w:hAnsi="Segoe UI Semibold" w:cs="Segoe UI Semibold"/>
                <w:b/>
                <w:bCs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b/>
                <w:bCs/>
                <w:sz w:val="20"/>
                <w:szCs w:val="20"/>
              </w:rPr>
              <w:t>poznámka</w:t>
            </w:r>
          </w:p>
        </w:tc>
      </w:tr>
      <w:tr w:rsidR="00DF68A9" w:rsidRPr="00F378E5" w14:paraId="7379CD71" w14:textId="77777777" w:rsidTr="00F378E5">
        <w:trPr>
          <w:trHeight w:val="923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85D31" w14:textId="7E0229D1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 xml:space="preserve">Jak se vám dařilo vypracovat jednotlivé úkoly? známka </w:t>
            </w:r>
            <w:r w:rsidR="00F3336B" w:rsidRPr="00F378E5">
              <w:rPr>
                <w:rFonts w:ascii="Segoe UI Semibold" w:hAnsi="Segoe UI Semibold" w:cs="Segoe UI Semibold"/>
                <w:sz w:val="20"/>
                <w:szCs w:val="20"/>
              </w:rPr>
              <w:br/>
            </w: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>1–5 jako ve škole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E8F6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D5C5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</w:tr>
      <w:tr w:rsidR="00DF68A9" w:rsidRPr="00F378E5" w14:paraId="65769DF5" w14:textId="77777777" w:rsidTr="00DF68A9">
        <w:trPr>
          <w:trHeight w:val="396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B50F4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>Který úkol vás bavil?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F81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C0E9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</w:tr>
      <w:tr w:rsidR="00DF68A9" w:rsidRPr="00F378E5" w14:paraId="60826564" w14:textId="77777777" w:rsidTr="00DF68A9">
        <w:trPr>
          <w:trHeight w:val="396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6AEC0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>Který vám činil potíže?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C10F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36F6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</w:tr>
      <w:tr w:rsidR="00DF68A9" w:rsidRPr="00F378E5" w14:paraId="2BD9E9AC" w14:textId="77777777" w:rsidTr="00DF68A9">
        <w:trPr>
          <w:trHeight w:val="767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887FF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>Jak se vám četl text Kapitalismus? 1–5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ECDE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F970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</w:tr>
      <w:tr w:rsidR="00DF68A9" w:rsidRPr="00F378E5" w14:paraId="132C26A5" w14:textId="77777777" w:rsidTr="00A6489B">
        <w:trPr>
          <w:trHeight w:val="1655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36DC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>Nahraďte slova:</w:t>
            </w:r>
          </w:p>
          <w:p w14:paraId="57D38BC8" w14:textId="77777777" w:rsidR="00DF68A9" w:rsidRPr="00F378E5" w:rsidRDefault="00DF68A9" w:rsidP="00DF68A9">
            <w:pPr>
              <w:numPr>
                <w:ilvl w:val="0"/>
                <w:numId w:val="1"/>
              </w:numPr>
              <w:spacing w:after="0"/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>produkce</w:t>
            </w:r>
          </w:p>
          <w:p w14:paraId="69A66D24" w14:textId="77777777" w:rsidR="00DF68A9" w:rsidRPr="00F378E5" w:rsidRDefault="00DF68A9" w:rsidP="00DF68A9">
            <w:pPr>
              <w:numPr>
                <w:ilvl w:val="0"/>
                <w:numId w:val="1"/>
              </w:numPr>
              <w:spacing w:after="0"/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>komodifikace</w:t>
            </w:r>
          </w:p>
          <w:p w14:paraId="30B5F717" w14:textId="77777777" w:rsidR="00DF68A9" w:rsidRPr="00F378E5" w:rsidRDefault="00DF68A9" w:rsidP="00DF68A9">
            <w:pPr>
              <w:numPr>
                <w:ilvl w:val="0"/>
                <w:numId w:val="1"/>
              </w:numPr>
              <w:spacing w:after="0"/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>expanze</w:t>
            </w:r>
          </w:p>
          <w:p w14:paraId="36C4A5E7" w14:textId="7D1D4D4F" w:rsidR="00DF68A9" w:rsidRPr="00A6489B" w:rsidRDefault="00DF68A9" w:rsidP="00A6489B">
            <w:pPr>
              <w:numPr>
                <w:ilvl w:val="0"/>
                <w:numId w:val="1"/>
              </w:numPr>
              <w:spacing w:after="0"/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>reprodukuje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5F8B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1C0E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</w:tr>
      <w:tr w:rsidR="00DF68A9" w:rsidRPr="00F378E5" w14:paraId="56BCED4C" w14:textId="77777777" w:rsidTr="00A6489B">
        <w:trPr>
          <w:trHeight w:val="2969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4E74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>Text Kapitalismus:</w:t>
            </w:r>
          </w:p>
          <w:p w14:paraId="087568B3" w14:textId="77777777" w:rsidR="00DF68A9" w:rsidRPr="00F378E5" w:rsidRDefault="00DF68A9" w:rsidP="00DF68A9">
            <w:pPr>
              <w:numPr>
                <w:ilvl w:val="0"/>
                <w:numId w:val="2"/>
              </w:numPr>
              <w:spacing w:after="0"/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>O jaký typ textu se jedná z hlediska slohového? (věcný, odborný, výkladový postup)</w:t>
            </w:r>
          </w:p>
          <w:p w14:paraId="1B3E431E" w14:textId="77777777" w:rsidR="00DF68A9" w:rsidRPr="00F378E5" w:rsidRDefault="00DF68A9" w:rsidP="00DF68A9">
            <w:pPr>
              <w:numPr>
                <w:ilvl w:val="0"/>
                <w:numId w:val="2"/>
              </w:numPr>
              <w:spacing w:after="0"/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>Co je obsahem sdělení textu? (Informovat o tom, co to je kapitalismus.)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9031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8DC7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</w:tr>
      <w:tr w:rsidR="00DF68A9" w:rsidRPr="00F378E5" w14:paraId="2877C0C1" w14:textId="77777777" w:rsidTr="00A6489B">
        <w:trPr>
          <w:trHeight w:val="700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86CEE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>Jak se vám četl text Představte si? 1–5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A4A6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6B5D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</w:tr>
      <w:tr w:rsidR="00DF68A9" w:rsidRPr="00F378E5" w14:paraId="0C788E58" w14:textId="77777777" w:rsidTr="00A6489B">
        <w:trPr>
          <w:trHeight w:val="696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A6A3B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 xml:space="preserve">Vypracujte si prosím </w:t>
            </w:r>
            <w:proofErr w:type="spellStart"/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>Vennův</w:t>
            </w:r>
            <w:proofErr w:type="spellEnd"/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 xml:space="preserve"> diagram. *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232A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D1E8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</w:tr>
      <w:tr w:rsidR="00DF68A9" w:rsidRPr="00F378E5" w14:paraId="471B88E0" w14:textId="77777777" w:rsidTr="00DF68A9">
        <w:trPr>
          <w:trHeight w:val="767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99060" w14:textId="77777777" w:rsidR="00DF68A9" w:rsidRPr="00F378E5" w:rsidRDefault="00DF68A9" w:rsidP="00DF68A9">
            <w:pPr>
              <w:numPr>
                <w:ilvl w:val="0"/>
                <w:numId w:val="2"/>
              </w:numPr>
              <w:spacing w:after="0"/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 xml:space="preserve">Jak vnímáte kapitalismus teď?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47484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A3EC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</w:tr>
      <w:tr w:rsidR="00DF68A9" w:rsidRPr="00F378E5" w14:paraId="235991DE" w14:textId="77777777" w:rsidTr="00A6489B">
        <w:trPr>
          <w:trHeight w:val="673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C1D6" w14:textId="77777777" w:rsidR="00DF68A9" w:rsidRPr="00F378E5" w:rsidRDefault="00DF68A9" w:rsidP="00DF68A9">
            <w:pPr>
              <w:numPr>
                <w:ilvl w:val="0"/>
                <w:numId w:val="3"/>
              </w:numPr>
              <w:spacing w:after="0"/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sz w:val="20"/>
                <w:szCs w:val="20"/>
              </w:rPr>
              <w:t xml:space="preserve">Jak nyní chápete následující citát Matky Terezy? </w:t>
            </w:r>
          </w:p>
          <w:p w14:paraId="7C3ED4A7" w14:textId="77777777" w:rsidR="00DF68A9" w:rsidRPr="00F378E5" w:rsidRDefault="00DF68A9">
            <w:pPr>
              <w:ind w:left="720"/>
              <w:rPr>
                <w:rFonts w:ascii="Segoe UI Semibold" w:hAnsi="Segoe UI Semibold" w:cs="Segoe UI Semibold"/>
                <w:sz w:val="20"/>
                <w:szCs w:val="20"/>
              </w:rPr>
            </w:pPr>
            <w:r w:rsidRPr="00F378E5">
              <w:rPr>
                <w:rFonts w:ascii="Segoe UI Semibold" w:hAnsi="Segoe UI Semibold" w:cs="Segoe UI Semibold"/>
                <w:iCs/>
                <w:sz w:val="20"/>
                <w:szCs w:val="20"/>
              </w:rPr>
              <w:t>„Bída a hlad na světě není proto, že nedokážeme nasytit chudé, ale proto, že nedokážeme nasytit bohaté.“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076D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A4B5" w14:textId="77777777" w:rsidR="00DF68A9" w:rsidRPr="00F378E5" w:rsidRDefault="00DF68A9">
            <w:pPr>
              <w:rPr>
                <w:rFonts w:ascii="Segoe UI Semibold" w:hAnsi="Segoe UI Semibold" w:cs="Segoe UI Semibold"/>
                <w:sz w:val="20"/>
                <w:szCs w:val="20"/>
              </w:rPr>
            </w:pPr>
          </w:p>
        </w:tc>
      </w:tr>
    </w:tbl>
    <w:p w14:paraId="3E3DAA85" w14:textId="77777777" w:rsidR="00DF68A9" w:rsidRPr="00F3336B" w:rsidRDefault="00DF68A9" w:rsidP="00DF68A9">
      <w:pPr>
        <w:rPr>
          <w:rFonts w:ascii="Segoe UI Semibold" w:hAnsi="Segoe UI Semibold" w:cs="Segoe UI Semibold"/>
          <w:sz w:val="24"/>
          <w:szCs w:val="24"/>
        </w:rPr>
      </w:pPr>
    </w:p>
    <w:p w14:paraId="5CF398E9" w14:textId="734FEA5D" w:rsidR="00A6489B" w:rsidRDefault="00A6489B" w:rsidP="00DF68A9">
      <w:pPr>
        <w:pStyle w:val="Zhlav"/>
        <w:jc w:val="both"/>
        <w:rPr>
          <w:rFonts w:ascii="Segoe UI Semibold" w:hAnsi="Segoe UI Semibold" w:cs="Segoe UI Semibold"/>
        </w:rPr>
      </w:pPr>
    </w:p>
    <w:p w14:paraId="1CBC4E3D" w14:textId="4013C9FA" w:rsidR="00693C13" w:rsidRDefault="00DF68A9" w:rsidP="00DF68A9">
      <w:pPr>
        <w:pStyle w:val="Zhlav"/>
        <w:jc w:val="both"/>
      </w:pPr>
      <w:r w:rsidRPr="00F3336B">
        <w:rPr>
          <w:rFonts w:ascii="Segoe UI Semibold" w:hAnsi="Segoe UI Semibold" w:cs="Segoe UI Semibold"/>
        </w:rPr>
        <w:t>*</w:t>
      </w:r>
      <w:proofErr w:type="spellStart"/>
      <w:r w:rsidRPr="00F3336B">
        <w:rPr>
          <w:rFonts w:ascii="Segoe UI Semibold" w:hAnsi="Segoe UI Semibold" w:cs="Segoe UI Semibold"/>
        </w:rPr>
        <w:t>Vennův</w:t>
      </w:r>
      <w:proofErr w:type="spellEnd"/>
      <w:r w:rsidRPr="00F3336B">
        <w:rPr>
          <w:rFonts w:ascii="Segoe UI Semibold" w:hAnsi="Segoe UI Semibold" w:cs="Segoe UI Semibold"/>
        </w:rPr>
        <w:t xml:space="preserve"> diagram </w:t>
      </w:r>
      <w:proofErr w:type="spellStart"/>
      <w:r w:rsidRPr="00F3336B">
        <w:rPr>
          <w:rFonts w:ascii="Segoe UI Semibold" w:hAnsi="Segoe UI Semibold" w:cs="Segoe UI Semibold"/>
        </w:rPr>
        <w:t>si</w:t>
      </w:r>
      <w:proofErr w:type="spellEnd"/>
      <w:r w:rsidRPr="00F3336B">
        <w:rPr>
          <w:rFonts w:ascii="Segoe UI Semibold" w:hAnsi="Segoe UI Semibold" w:cs="Segoe UI Semibold"/>
        </w:rPr>
        <w:t xml:space="preserve"> </w:t>
      </w:r>
      <w:proofErr w:type="spellStart"/>
      <w:r w:rsidRPr="00F3336B">
        <w:rPr>
          <w:rFonts w:ascii="Segoe UI Semibold" w:hAnsi="Segoe UI Semibold" w:cs="Segoe UI Semibold"/>
        </w:rPr>
        <w:t>nakreslete</w:t>
      </w:r>
      <w:proofErr w:type="spellEnd"/>
      <w:r w:rsidRPr="00F3336B">
        <w:rPr>
          <w:rFonts w:ascii="Segoe UI Semibold" w:hAnsi="Segoe UI Semibold" w:cs="Segoe UI Semibold"/>
        </w:rPr>
        <w:t xml:space="preserve"> zvlášť </w:t>
      </w:r>
      <w:proofErr w:type="gramStart"/>
      <w:r w:rsidRPr="00F3336B">
        <w:rPr>
          <w:rFonts w:ascii="Segoe UI Semibold" w:hAnsi="Segoe UI Semibold" w:cs="Segoe UI Semibold"/>
        </w:rPr>
        <w:t>na</w:t>
      </w:r>
      <w:proofErr w:type="gramEnd"/>
      <w:r w:rsidRPr="00F3336B">
        <w:rPr>
          <w:rFonts w:ascii="Segoe UI Semibold" w:hAnsi="Segoe UI Semibold" w:cs="Segoe UI Semibold"/>
        </w:rPr>
        <w:t xml:space="preserve"> větší plochu</w:t>
      </w:r>
    </w:p>
    <w:p w14:paraId="7A3424E4" w14:textId="523853A3" w:rsidR="00DF68A9" w:rsidRDefault="00BB2280" w:rsidP="007B0D11">
      <w:pPr>
        <w:pStyle w:val="Zhlav"/>
        <w:jc w:val="center"/>
        <w:rPr>
          <w:rFonts w:ascii="Segoe UI Semibold" w:hAnsi="Segoe UI Semibold" w:cs="Segoe UI Semibold"/>
        </w:rPr>
      </w:pPr>
      <w:bookmarkStart w:id="0" w:name="_GoBack"/>
      <w:bookmarkEnd w:id="0"/>
      <w:r>
        <w:rPr>
          <w:noProof/>
          <w:lang w:val="cs-CZ" w:eastAsia="cs-CZ"/>
        </w:rPr>
        <w:drawing>
          <wp:anchor distT="0" distB="0" distL="114300" distR="114300" simplePos="0" relativeHeight="251658240" behindDoc="1" locked="0" layoutInCell="1" allowOverlap="1" wp14:anchorId="2CAF6E89" wp14:editId="0C50EF5D">
            <wp:simplePos x="0" y="0"/>
            <wp:positionH relativeFrom="column">
              <wp:posOffset>-95250</wp:posOffset>
            </wp:positionH>
            <wp:positionV relativeFrom="paragraph">
              <wp:posOffset>317500</wp:posOffset>
            </wp:positionV>
            <wp:extent cx="5605145" cy="3740150"/>
            <wp:effectExtent l="0" t="0" r="0" b="0"/>
            <wp:wrapTight wrapText="bothSides">
              <wp:wrapPolygon edited="0">
                <wp:start x="0" y="0"/>
                <wp:lineTo x="0" y="21453"/>
                <wp:lineTo x="21509" y="21453"/>
                <wp:lineTo x="21509" y="0"/>
                <wp:lineTo x="0" y="0"/>
              </wp:wrapPolygon>
            </wp:wrapTight>
            <wp:docPr id="2" name="Obrázek 2" descr="Obsah obrázku květina, pták&#10;&#10;Popis byl vytvořen automatick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květina, pták&#10;&#10;Popis byl vytvořen automaticky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5145" cy="374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F68A9" w:rsidSect="006F7B8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DE61A" w14:textId="77777777" w:rsidR="006651C0" w:rsidRDefault="006651C0" w:rsidP="006F7B83">
      <w:pPr>
        <w:spacing w:after="0"/>
      </w:pPr>
      <w:r>
        <w:separator/>
      </w:r>
    </w:p>
  </w:endnote>
  <w:endnote w:type="continuationSeparator" w:id="0">
    <w:p w14:paraId="685A159C" w14:textId="77777777" w:rsidR="006651C0" w:rsidRDefault="006651C0" w:rsidP="006F7B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Segoe UI Semibold">
    <w:altName w:val="Arial"/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01331D" w14:textId="77777777" w:rsidR="00B67374" w:rsidRDefault="00B673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B4FCAF" w14:textId="77777777" w:rsidR="00B67374" w:rsidRDefault="00B6737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564BB" w14:textId="77777777" w:rsidR="00B67374" w:rsidRDefault="00B673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E64229" w14:textId="77777777" w:rsidR="006651C0" w:rsidRDefault="006651C0" w:rsidP="006F7B83">
      <w:pPr>
        <w:spacing w:after="0"/>
      </w:pPr>
      <w:r>
        <w:separator/>
      </w:r>
    </w:p>
  </w:footnote>
  <w:footnote w:type="continuationSeparator" w:id="0">
    <w:p w14:paraId="4B186A13" w14:textId="77777777" w:rsidR="006651C0" w:rsidRDefault="006651C0" w:rsidP="006F7B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E9225" w14:textId="77777777" w:rsidR="00B67374" w:rsidRDefault="00B673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E3DCB" w14:textId="3761A231" w:rsidR="006F7B83" w:rsidRPr="00F6009F" w:rsidRDefault="006F7B83" w:rsidP="00F6009F">
    <w:pPr>
      <w:pStyle w:val="Zhlav"/>
      <w:rPr>
        <w:rFonts w:ascii="Segoe UI Semibold" w:hAnsi="Segoe UI Semibold" w:cs="Segoe UI Semibold"/>
        <w:b/>
        <w:bCs/>
        <w:sz w:val="24"/>
        <w:szCs w:val="24"/>
      </w:rPr>
    </w:pPr>
    <w:r w:rsidRPr="006F7B83">
      <w:rPr>
        <w:b/>
        <w:bCs/>
        <w:noProof/>
        <w:sz w:val="20"/>
        <w:szCs w:val="20"/>
        <w:lang w:val="cs-CZ" w:eastAsia="cs-CZ"/>
      </w:rPr>
      <w:drawing>
        <wp:inline distT="0" distB="0" distL="0" distR="0" wp14:anchorId="00CD46D2" wp14:editId="5E2294AB">
          <wp:extent cx="60960" cy="3429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74" cy="3609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F7B83">
      <w:rPr>
        <w:b/>
        <w:bCs/>
      </w:rPr>
      <w:t xml:space="preserve">       </w:t>
    </w:r>
    <w:r w:rsidR="00DF68A9">
      <w:rPr>
        <w:rFonts w:ascii="Segoe UI Semibold" w:hAnsi="Segoe UI Semibold" w:cs="Segoe UI Semibold"/>
        <w:b/>
        <w:bCs/>
        <w:sz w:val="44"/>
        <w:szCs w:val="44"/>
      </w:rPr>
      <w:t>Kapitalismus</w:t>
    </w:r>
    <w:r>
      <w:rPr>
        <w:rFonts w:ascii="Segoe UI Semibold" w:hAnsi="Segoe UI Semibold" w:cs="Segoe UI Semibold"/>
        <w:b/>
        <w:bCs/>
        <w:sz w:val="44"/>
        <w:szCs w:val="44"/>
      </w:rPr>
      <w:tab/>
    </w:r>
    <w:r>
      <w:rPr>
        <w:rFonts w:ascii="Segoe UI Semibold" w:hAnsi="Segoe UI Semibold" w:cs="Segoe UI Semibold"/>
        <w:b/>
        <w:bCs/>
        <w:sz w:val="44"/>
        <w:szCs w:val="44"/>
      </w:rPr>
      <w:tab/>
    </w:r>
    <w:r w:rsidR="00DF68A9">
      <w:rPr>
        <w:rFonts w:ascii="Segoe UI Semibold" w:hAnsi="Segoe UI Semibold" w:cs="Segoe UI Semibold"/>
        <w:b/>
        <w:bCs/>
        <w:sz w:val="24"/>
        <w:szCs w:val="24"/>
      </w:rPr>
      <w:t>9</w:t>
    </w:r>
    <w:r w:rsidR="00705E4F">
      <w:rPr>
        <w:rFonts w:ascii="Segoe UI Semibold" w:hAnsi="Segoe UI Semibold" w:cs="Segoe UI Semibold"/>
        <w:b/>
        <w:bCs/>
        <w:sz w:val="24"/>
        <w:szCs w:val="24"/>
      </w:rPr>
      <w:t>_</w:t>
    </w:r>
    <w:r w:rsidR="00A36470">
      <w:rPr>
        <w:rFonts w:ascii="Segoe UI Semibold" w:hAnsi="Segoe UI Semibold" w:cs="Segoe UI Semibold"/>
        <w:b/>
        <w:bCs/>
        <w:sz w:val="24"/>
        <w:szCs w:val="24"/>
      </w:rPr>
      <w:t>PL</w:t>
    </w:r>
    <w:r w:rsidR="00705E4F">
      <w:rPr>
        <w:rFonts w:ascii="Segoe UI Semibold" w:hAnsi="Segoe UI Semibold" w:cs="Segoe UI Semibold"/>
        <w:b/>
        <w:bCs/>
        <w:sz w:val="24"/>
        <w:szCs w:val="24"/>
      </w:rPr>
      <w:t>_</w:t>
    </w:r>
    <w:r w:rsidR="00B67374">
      <w:rPr>
        <w:rFonts w:ascii="Segoe UI Semibold" w:hAnsi="Segoe UI Semibold" w:cs="Segoe UI Semibold"/>
        <w:b/>
        <w:bCs/>
        <w:sz w:val="24"/>
        <w:szCs w:val="24"/>
      </w:rPr>
      <w:t>CJ</w:t>
    </w:r>
    <w:r w:rsidR="00DF68A9">
      <w:rPr>
        <w:rFonts w:ascii="Segoe UI Semibold" w:hAnsi="Segoe UI Semibold" w:cs="Segoe UI Semibold"/>
        <w:b/>
        <w:bCs/>
        <w:sz w:val="24"/>
        <w:szCs w:val="24"/>
      </w:rPr>
      <w:t>_kapitalismus</w:t>
    </w:r>
  </w:p>
  <w:p w14:paraId="4F55812B" w14:textId="77777777" w:rsidR="006F7B83" w:rsidRPr="006F7B83" w:rsidRDefault="006F7B83">
    <w:pPr>
      <w:pStyle w:val="Zhlav"/>
      <w:rPr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F7C77" w14:textId="77777777" w:rsidR="00B67374" w:rsidRDefault="00B6737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A40EB"/>
    <w:multiLevelType w:val="hybridMultilevel"/>
    <w:tmpl w:val="7EC01940"/>
    <w:lvl w:ilvl="0" w:tplc="ED4ADB84">
      <w:start w:val="1"/>
      <w:numFmt w:val="bullet"/>
      <w:lvlText w:val="u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5EA49AC">
      <w:start w:val="1"/>
      <w:numFmt w:val="bullet"/>
      <w:lvlText w:val="u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2D62F9A">
      <w:start w:val="1"/>
      <w:numFmt w:val="bullet"/>
      <w:lvlText w:val="u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79295E0">
      <w:start w:val="1"/>
      <w:numFmt w:val="bullet"/>
      <w:lvlText w:val="u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88865E4">
      <w:start w:val="1"/>
      <w:numFmt w:val="bullet"/>
      <w:lvlText w:val="u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2ACEFFA">
      <w:start w:val="1"/>
      <w:numFmt w:val="bullet"/>
      <w:lvlText w:val="u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8220EEC">
      <w:start w:val="1"/>
      <w:numFmt w:val="bullet"/>
      <w:lvlText w:val="u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7FC5F9C">
      <w:start w:val="1"/>
      <w:numFmt w:val="bullet"/>
      <w:lvlText w:val="u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7881BAA">
      <w:start w:val="1"/>
      <w:numFmt w:val="bullet"/>
      <w:lvlText w:val="u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5FE81B32"/>
    <w:multiLevelType w:val="hybridMultilevel"/>
    <w:tmpl w:val="F25682C8"/>
    <w:lvl w:ilvl="0" w:tplc="C3005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054226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F6C5DC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F8E30D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42835F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DFE8BD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1F823AC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30D856A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E3C6A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78E2406C"/>
    <w:multiLevelType w:val="hybridMultilevel"/>
    <w:tmpl w:val="5F86003C"/>
    <w:lvl w:ilvl="0" w:tplc="6FA462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DB2833D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595478D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F1E218F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F64C6A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5CC7C1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5DEC938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B448AD8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C84A731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2NLc0NzcwMjAxNTBR0lEKTi0uzszPAykwrAUARGoQ6CwAAAA="/>
  </w:docVars>
  <w:rsids>
    <w:rsidRoot w:val="00F6009F"/>
    <w:rsid w:val="000777AF"/>
    <w:rsid w:val="000D132C"/>
    <w:rsid w:val="00232D8F"/>
    <w:rsid w:val="00270FD3"/>
    <w:rsid w:val="00282777"/>
    <w:rsid w:val="00383147"/>
    <w:rsid w:val="003C3585"/>
    <w:rsid w:val="003C4942"/>
    <w:rsid w:val="005744F2"/>
    <w:rsid w:val="006651C0"/>
    <w:rsid w:val="006778B3"/>
    <w:rsid w:val="00693C13"/>
    <w:rsid w:val="006F7B83"/>
    <w:rsid w:val="00705E4F"/>
    <w:rsid w:val="007B0D11"/>
    <w:rsid w:val="0091282F"/>
    <w:rsid w:val="00A36470"/>
    <w:rsid w:val="00A45B91"/>
    <w:rsid w:val="00A6489B"/>
    <w:rsid w:val="00AD28AA"/>
    <w:rsid w:val="00AF476B"/>
    <w:rsid w:val="00B51470"/>
    <w:rsid w:val="00B67374"/>
    <w:rsid w:val="00BB2280"/>
    <w:rsid w:val="00D35A3B"/>
    <w:rsid w:val="00D85E78"/>
    <w:rsid w:val="00DE4FE7"/>
    <w:rsid w:val="00DF68A9"/>
    <w:rsid w:val="00F3336B"/>
    <w:rsid w:val="00F366C7"/>
    <w:rsid w:val="00F378E5"/>
    <w:rsid w:val="00F55434"/>
    <w:rsid w:val="00F6009F"/>
    <w:rsid w:val="00F9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700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6778B3"/>
    <w:rPr>
      <w:i/>
      <w:iCs/>
    </w:rPr>
  </w:style>
  <w:style w:type="table" w:styleId="Stednstnovn2zvraznn5">
    <w:name w:val="Medium Shading 2 Accent 5"/>
    <w:basedOn w:val="Normlntabulka"/>
    <w:uiPriority w:val="64"/>
    <w:semiHidden/>
    <w:unhideWhenUsed/>
    <w:rsid w:val="006778B3"/>
    <w:pPr>
      <w:spacing w:after="0" w:line="240" w:lineRule="auto"/>
    </w:pPr>
    <w:rPr>
      <w:rFonts w:eastAsiaTheme="minorEastAsia"/>
      <w:lang w:val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6778B3"/>
    <w:rPr>
      <w:i/>
      <w:iCs/>
    </w:rPr>
  </w:style>
  <w:style w:type="table" w:styleId="Stednstnovn2zvraznn5">
    <w:name w:val="Medium Shading 2 Accent 5"/>
    <w:basedOn w:val="Normlntabulka"/>
    <w:uiPriority w:val="64"/>
    <w:semiHidden/>
    <w:unhideWhenUsed/>
    <w:rsid w:val="006778B3"/>
    <w:pPr>
      <w:spacing w:after="0" w:line="240" w:lineRule="auto"/>
    </w:pPr>
    <w:rPr>
      <w:rFonts w:eastAsiaTheme="minorEastAsia"/>
      <w:lang w:val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4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uh\Desktop\Metodick&#225;%20p&#345;&#237;ru&#269;ka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3C0B7-6BB4-4AA8-B291-37885DF3C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240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Hypšová</dc:creator>
  <cp:keywords/>
  <dc:description/>
  <cp:lastModifiedBy>Karin Majerová</cp:lastModifiedBy>
  <cp:revision>10</cp:revision>
  <dcterms:created xsi:type="dcterms:W3CDTF">2020-11-27T08:26:00Z</dcterms:created>
  <dcterms:modified xsi:type="dcterms:W3CDTF">2021-02-19T10:31:00Z</dcterms:modified>
</cp:coreProperties>
</file>